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2AED8D97"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3E51D7">
        <w:rPr>
          <w:rStyle w:val="Strong"/>
          <w:lang w:val="en-GB"/>
        </w:rPr>
        <w:t>15-G001-23</w:t>
      </w:r>
      <w:bookmarkStart w:id="4" w:name="_GoBack"/>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62D50E" w14:textId="77777777" w:rsidR="009A64A7" w:rsidRDefault="009A64A7">
      <w:r>
        <w:separator/>
      </w:r>
    </w:p>
  </w:endnote>
  <w:endnote w:type="continuationSeparator" w:id="0">
    <w:p w14:paraId="4EA33765" w14:textId="77777777" w:rsidR="009A64A7" w:rsidRDefault="009A64A7">
      <w:r>
        <w:continuationSeparator/>
      </w:r>
    </w:p>
  </w:endnote>
  <w:endnote w:type="continuationNotice" w:id="1">
    <w:p w14:paraId="622471B3" w14:textId="77777777" w:rsidR="009A64A7" w:rsidRDefault="009A64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41CDAA1" w:rsidR="00133D55" w:rsidRDefault="00133D55" w:rsidP="004878F3">
    <w:pPr>
      <w:pStyle w:val="Footer"/>
    </w:pPr>
    <w:r>
      <w:fldChar w:fldCharType="begin"/>
    </w:r>
    <w:r>
      <w:instrText xml:space="preserve"> DATE \@ "yyyy-MM-dd" </w:instrText>
    </w:r>
    <w:r>
      <w:fldChar w:fldCharType="separate"/>
    </w:r>
    <w:r w:rsidR="003E51D7">
      <w:rPr>
        <w:noProof/>
      </w:rPr>
      <w:t>2023-10-27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F7B3B4" w14:textId="77777777" w:rsidR="009A64A7" w:rsidRDefault="009A64A7">
      <w:r>
        <w:separator/>
      </w:r>
    </w:p>
  </w:footnote>
  <w:footnote w:type="continuationSeparator" w:id="0">
    <w:p w14:paraId="634B9495" w14:textId="77777777" w:rsidR="009A64A7" w:rsidRDefault="009A64A7">
      <w:r>
        <w:continuationSeparator/>
      </w:r>
    </w:p>
  </w:footnote>
  <w:footnote w:type="continuationNotice" w:id="1">
    <w:p w14:paraId="5F1FDECE" w14:textId="77777777" w:rsidR="009A64A7" w:rsidRDefault="009A64A7"/>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3CF250E0"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3E51D7">
      <w:rPr>
        <w:rFonts w:cs="Calibri"/>
        <w:b/>
        <w:bCs/>
        <w:lang w:val="en-GB" w:eastAsia="ko-KR"/>
      </w:rPr>
      <w:t>15-G001-23</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1D7"/>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64A7"/>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43999C7F-44A8-43C6-B59F-DBF740C90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2013-10-18T08:32:00Z</cp:lastPrinted>
  <dcterms:created xsi:type="dcterms:W3CDTF">2020-07-06T12:37:00Z</dcterms:created>
  <dcterms:modified xsi:type="dcterms:W3CDTF">2023-10-26T22:09:00Z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